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167153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DC0564" w:rsidRDefault="00DC0564" w:rsidP="00167153">
      <w:pPr>
        <w:tabs>
          <w:tab w:val="left" w:pos="1134"/>
        </w:tabs>
        <w:spacing w:after="80" w:line="288" w:lineRule="auto"/>
        <w:jc w:val="both"/>
        <w:rPr>
          <w:rFonts w:cs="Arial"/>
        </w:rPr>
      </w:pP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bookmarkStart w:id="0" w:name="_GoBack"/>
      <w:bookmarkEnd w:id="0"/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DB2DED">
        <w:rPr>
          <w:rFonts w:cs="Arial"/>
          <w:b/>
        </w:rPr>
        <w:t>8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2C50D0">
        <w:rPr>
          <w:rFonts w:cs="Arial"/>
          <w:b/>
        </w:rPr>
        <w:t>1</w:t>
      </w:r>
      <w:r w:rsidR="00DB2DED">
        <w:rPr>
          <w:rFonts w:cs="Arial"/>
          <w:b/>
        </w:rPr>
        <w:t>7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5206D8">
        <w:rPr>
          <w:rFonts w:cs="Arial"/>
          <w:b/>
        </w:rPr>
        <w:t>9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DB2DED" w:rsidRDefault="00DB2DED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>Ato Solene de entrega do</w:t>
      </w:r>
      <w:r w:rsidRPr="00DB2DED">
        <w:rPr>
          <w:rFonts w:eastAsia="Calibri" w:cs="Arial"/>
        </w:rPr>
        <w:t xml:space="preserve"> Selo </w:t>
      </w:r>
      <w:r>
        <w:rPr>
          <w:rFonts w:eastAsia="Calibri" w:cs="Arial"/>
        </w:rPr>
        <w:t>“</w:t>
      </w:r>
      <w:r w:rsidRPr="00DB2DED">
        <w:rPr>
          <w:rFonts w:eastAsia="Calibri" w:cs="Arial"/>
        </w:rPr>
        <w:t>Empresa Amiga da PCD - Pessoa com Deficiência</w:t>
      </w:r>
      <w:r>
        <w:rPr>
          <w:rFonts w:eastAsia="Calibri" w:cs="Arial"/>
        </w:rPr>
        <w:t>”</w:t>
      </w:r>
      <w:r w:rsidR="008A70D7">
        <w:rPr>
          <w:rFonts w:eastAsia="Calibri" w:cs="Arial"/>
        </w:rPr>
        <w:t>, nos termos do Decreto Legislativo nº 423/2020</w:t>
      </w:r>
      <w:r>
        <w:rPr>
          <w:rFonts w:eastAsia="Calibri" w:cs="Arial"/>
        </w:rPr>
        <w:t>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DC0564" w:rsidRDefault="00DC056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AE33AB" w:rsidRPr="00F967F8" w:rsidRDefault="00AE33AB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PLL nº </w:t>
      </w:r>
      <w:r w:rsidR="00DB2DED">
        <w:rPr>
          <w:rFonts w:cs="Arial"/>
          <w:b/>
          <w:color w:val="000000"/>
          <w:u w:val="single"/>
        </w:rPr>
        <w:t>57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="00DB2DED" w:rsidRPr="00DB2DED">
        <w:rPr>
          <w:rFonts w:cs="Arial"/>
          <w:color w:val="000000"/>
        </w:rPr>
        <w:t>Daniel Mariano</w:t>
      </w:r>
      <w:r w:rsidRPr="00F967F8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DB2DED" w:rsidRPr="00DB2DED">
        <w:rPr>
          <w:rFonts w:cs="Arial"/>
          <w:color w:val="000000"/>
        </w:rPr>
        <w:t>Institui o Programa Municipal de Educação Financeira e Investimentos nas Escolas da Rede Pública de Ensino do Município de Jacareí, e dá outras providências.</w:t>
      </w:r>
    </w:p>
    <w:p w:rsidR="00997142" w:rsidRDefault="00997142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C0564" w:rsidRDefault="00DC0564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DB2DED">
        <w:rPr>
          <w:rFonts w:cs="Arial"/>
          <w:b/>
          <w:color w:val="000000"/>
          <w:u w:val="single"/>
        </w:rPr>
        <w:t>3</w:t>
      </w:r>
      <w:r w:rsidR="008642F6">
        <w:rPr>
          <w:rFonts w:cs="Arial"/>
          <w:b/>
          <w:color w:val="000000"/>
          <w:u w:val="single"/>
        </w:rPr>
        <w:t>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8642F6">
        <w:rPr>
          <w:rFonts w:cs="Arial"/>
          <w:color w:val="000000"/>
        </w:rPr>
        <w:t xml:space="preserve">Vereador </w:t>
      </w:r>
      <w:proofErr w:type="spellStart"/>
      <w:r w:rsidR="00DB2DED" w:rsidRPr="00DB2DED">
        <w:rPr>
          <w:rFonts w:cs="Arial"/>
          <w:color w:val="000000"/>
        </w:rPr>
        <w:t>Juex</w:t>
      </w:r>
      <w:proofErr w:type="spellEnd"/>
      <w:r w:rsidR="00DB2DED" w:rsidRPr="00DB2DED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DB2DED" w:rsidRPr="00DB2DED">
        <w:rPr>
          <w:rFonts w:cs="Arial"/>
          <w:color w:val="000000"/>
        </w:rPr>
        <w:t>Dispõe sobre a obrigatoriedade de execução semanal do Hino Nacional Brasileiro e do Hino Oficial do Município de Jacareí nas instituições de ensino fundamental públicas e privadas do Município de Jacareí, e dá outras providências.</w:t>
      </w:r>
    </w:p>
    <w:p w:rsidR="00AE33AB" w:rsidRDefault="00AE33AB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C0564" w:rsidRDefault="00DC0564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Pr="00F967F8" w:rsidRDefault="00582092" w:rsidP="00582092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>PLE nº 22/2025 - Projeto de Lei do Executivo</w:t>
      </w:r>
    </w:p>
    <w:p w:rsidR="00582092" w:rsidRPr="00F967F8" w:rsidRDefault="00582092" w:rsidP="0058209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582092" w:rsidRDefault="00582092" w:rsidP="0058209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Altera a Lei nº 6.581, de 19 de outubro de 2023, que dispõe sobre autorização ao Serviço Autônomo de Água e Esgoto de Jacareí - SAAE para instalar soluções individuais de tratamento de efluentes no Bairro Veraneio Irajá, no Município de Jacareí.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C0564" w:rsidRDefault="00DC056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Pr="00F967F8" w:rsidRDefault="00582092" w:rsidP="00582092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lastRenderedPageBreak/>
        <w:t xml:space="preserve">Discussão única do </w:t>
      </w:r>
      <w:r w:rsidRPr="00582092">
        <w:rPr>
          <w:rFonts w:cs="Arial"/>
          <w:b/>
          <w:color w:val="000000"/>
          <w:u w:val="single"/>
        </w:rPr>
        <w:t xml:space="preserve">PLE nº </w:t>
      </w:r>
      <w:r>
        <w:rPr>
          <w:rFonts w:cs="Arial"/>
          <w:b/>
          <w:color w:val="000000"/>
          <w:u w:val="single"/>
        </w:rPr>
        <w:t>30</w:t>
      </w:r>
      <w:r w:rsidRPr="00582092">
        <w:rPr>
          <w:rFonts w:cs="Arial"/>
          <w:b/>
          <w:color w:val="000000"/>
          <w:u w:val="single"/>
        </w:rPr>
        <w:t>/2025 - Projeto de Lei do Executivo</w:t>
      </w:r>
      <w:r>
        <w:rPr>
          <w:rFonts w:cs="Arial"/>
          <w:b/>
          <w:color w:val="000000"/>
          <w:u w:val="single"/>
        </w:rPr>
        <w:t xml:space="preserve"> - com Mensagem Modificativa</w:t>
      </w:r>
    </w:p>
    <w:p w:rsidR="00582092" w:rsidRPr="00F967F8" w:rsidRDefault="00582092" w:rsidP="0058209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582092" w:rsidRDefault="00582092" w:rsidP="0058209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Altera a estrutura administrativa do Poder Executivo e dá outras providências.</w:t>
      </w:r>
    </w:p>
    <w:p w:rsidR="00582092" w:rsidRDefault="00582092" w:rsidP="00582092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Pr="00F967F8" w:rsidRDefault="00582092" w:rsidP="00582092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 xml:space="preserve">PLE nº </w:t>
      </w:r>
      <w:r>
        <w:rPr>
          <w:rFonts w:cs="Arial"/>
          <w:b/>
          <w:color w:val="000000"/>
          <w:u w:val="single"/>
        </w:rPr>
        <w:t>31</w:t>
      </w:r>
      <w:r w:rsidRPr="00582092">
        <w:rPr>
          <w:rFonts w:cs="Arial"/>
          <w:b/>
          <w:color w:val="000000"/>
          <w:u w:val="single"/>
        </w:rPr>
        <w:t>/2025 - Projeto de Lei do Executivo</w:t>
      </w:r>
    </w:p>
    <w:p w:rsidR="00582092" w:rsidRPr="00F967F8" w:rsidRDefault="00582092" w:rsidP="0058209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582092" w:rsidRDefault="00582092" w:rsidP="0058209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Aprova e institui o Plano Municipal de Arborização Urbana de Jacareí.</w:t>
      </w:r>
    </w:p>
    <w:p w:rsidR="002D76DA" w:rsidRDefault="002D76D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Default="0058209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Default="0058209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Default="0058209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  <w:proofErr w:type="gramStart"/>
      <w:r w:rsidR="00DB2DED" w:rsidRPr="006F704F">
        <w:rPr>
          <w:rFonts w:cs="Arial"/>
        </w:rPr>
        <w:tab/>
        <w:t>(</w:t>
      </w:r>
      <w:proofErr w:type="gramEnd"/>
      <w:r w:rsidR="00DB2DED" w:rsidRPr="006F704F">
        <w:rPr>
          <w:rFonts w:cs="Arial"/>
        </w:rPr>
        <w:t>LEITURA DA BÍBLIA)</w:t>
      </w:r>
    </w:p>
    <w:p w:rsidR="008642F6" w:rsidRDefault="008642F6" w:rsidP="008642F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DB2DED" w:rsidRDefault="00DB2DED" w:rsidP="00DB2DE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DB2DED">
        <w:rPr>
          <w:rFonts w:cs="Arial"/>
        </w:rPr>
        <w:t>12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8642F6">
        <w:rPr>
          <w:rFonts w:cs="Arial"/>
        </w:rPr>
        <w:t>setembro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582092" w:rsidRDefault="0058209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65C" w:rsidRDefault="001C265C">
      <w:r>
        <w:separator/>
      </w:r>
    </w:p>
  </w:endnote>
  <w:endnote w:type="continuationSeparator" w:id="0">
    <w:p w:rsidR="001C265C" w:rsidRDefault="001C2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65C" w:rsidRDefault="001C265C">
      <w:r>
        <w:separator/>
      </w:r>
    </w:p>
  </w:footnote>
  <w:footnote w:type="continuationSeparator" w:id="0">
    <w:p w:rsidR="001C265C" w:rsidRDefault="001C2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DB2DED">
      <w:rPr>
        <w:rFonts w:cs="Arial"/>
        <w:b/>
        <w:sz w:val="20"/>
        <w:szCs w:val="20"/>
        <w:u w:val="single"/>
      </w:rPr>
      <w:t>8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8642F6">
      <w:rPr>
        <w:rFonts w:cs="Arial"/>
        <w:b/>
        <w:sz w:val="20"/>
        <w:szCs w:val="20"/>
        <w:u w:val="single"/>
      </w:rPr>
      <w:t>1</w:t>
    </w:r>
    <w:r w:rsidR="00DB2DED">
      <w:rPr>
        <w:rFonts w:cs="Arial"/>
        <w:b/>
        <w:sz w:val="20"/>
        <w:szCs w:val="20"/>
        <w:u w:val="single"/>
      </w:rPr>
      <w:t>7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057CF2">
      <w:rPr>
        <w:rFonts w:cs="Arial"/>
        <w:b/>
        <w:sz w:val="20"/>
        <w:szCs w:val="20"/>
        <w:u w:val="single"/>
      </w:rPr>
      <w:t>9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DC0564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DC0564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092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61250-68F3-467C-8382-EEE6D60D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229</TotalTime>
  <Pages>2</Pages>
  <Words>399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18</cp:revision>
  <cp:lastPrinted>2025-09-10T21:26:00Z</cp:lastPrinted>
  <dcterms:created xsi:type="dcterms:W3CDTF">2025-08-29T14:55:00Z</dcterms:created>
  <dcterms:modified xsi:type="dcterms:W3CDTF">2025-09-12T13:24:00Z</dcterms:modified>
</cp:coreProperties>
</file>